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D82" w:rsidRDefault="00E17D82" w:rsidP="00D93805">
      <w:pPr>
        <w:pStyle w:val="ConsPlusTitle"/>
        <w:spacing w:line="244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ЗАКОН УЛЬЯНОВСКОЙ ОБЛАСТИ</w:t>
      </w:r>
    </w:p>
    <w:p w:rsidR="00E17D82" w:rsidRDefault="00E17D82" w:rsidP="00287DC2">
      <w:pPr>
        <w:pStyle w:val="ConsPlusTitle"/>
        <w:spacing w:line="244" w:lineRule="auto"/>
        <w:jc w:val="right"/>
        <w:rPr>
          <w:b w:val="0"/>
          <w:sz w:val="28"/>
          <w:szCs w:val="28"/>
        </w:rPr>
      </w:pPr>
    </w:p>
    <w:p w:rsidR="00E17D82" w:rsidRDefault="00E17D82" w:rsidP="00287DC2">
      <w:pPr>
        <w:pStyle w:val="ConsPlusTitle"/>
        <w:spacing w:line="244" w:lineRule="auto"/>
        <w:jc w:val="right"/>
        <w:rPr>
          <w:b w:val="0"/>
          <w:sz w:val="28"/>
          <w:szCs w:val="28"/>
        </w:rPr>
      </w:pPr>
    </w:p>
    <w:p w:rsidR="00E17D82" w:rsidRDefault="00E17D82" w:rsidP="00287DC2">
      <w:pPr>
        <w:pStyle w:val="ConsPlusTitle"/>
        <w:spacing w:line="244" w:lineRule="auto"/>
        <w:jc w:val="right"/>
        <w:rPr>
          <w:b w:val="0"/>
          <w:sz w:val="28"/>
          <w:szCs w:val="28"/>
        </w:rPr>
      </w:pPr>
    </w:p>
    <w:p w:rsidR="00E17D82" w:rsidRPr="005B2CA9" w:rsidRDefault="00E17D82" w:rsidP="00287DC2">
      <w:pPr>
        <w:pStyle w:val="ConsPlusTitle"/>
        <w:spacing w:line="244" w:lineRule="auto"/>
        <w:jc w:val="right"/>
        <w:rPr>
          <w:b w:val="0"/>
          <w:sz w:val="28"/>
          <w:szCs w:val="28"/>
        </w:rPr>
      </w:pPr>
    </w:p>
    <w:p w:rsidR="00E17D82" w:rsidRDefault="00E17D82" w:rsidP="00287DC2">
      <w:pPr>
        <w:pStyle w:val="ConsPlusTitle"/>
        <w:spacing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Закон Ульяновской области</w:t>
      </w:r>
    </w:p>
    <w:p w:rsidR="00E17D82" w:rsidRDefault="00E17D82" w:rsidP="00287DC2">
      <w:pPr>
        <w:pStyle w:val="ConsPlusTitle"/>
        <w:spacing w:line="245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«О наделении органов местного самоуправления муниципальных районов </w:t>
      </w:r>
    </w:p>
    <w:p w:rsidR="00E17D82" w:rsidRDefault="00E17D82" w:rsidP="00287DC2">
      <w:pPr>
        <w:pStyle w:val="ConsPlusTitle"/>
        <w:spacing w:line="245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 городских округов Ульяновской области государственными полномочиями в сфере организации и обеспечения деятельности муниципальных комиссий по делам несовершеннолетних и защите их прав»</w:t>
      </w:r>
    </w:p>
    <w:p w:rsidR="00E17D82" w:rsidRDefault="00E17D82" w:rsidP="00287DC2">
      <w:pPr>
        <w:pStyle w:val="ConsPlusTitle"/>
        <w:ind w:firstLine="709"/>
        <w:jc w:val="both"/>
        <w:rPr>
          <w:sz w:val="28"/>
          <w:szCs w:val="28"/>
        </w:rPr>
      </w:pPr>
    </w:p>
    <w:p w:rsidR="00E17D82" w:rsidRDefault="00E17D82" w:rsidP="00287DC2">
      <w:pPr>
        <w:pStyle w:val="ConsPlusTitle"/>
        <w:ind w:firstLine="709"/>
        <w:jc w:val="both"/>
        <w:rPr>
          <w:sz w:val="28"/>
          <w:szCs w:val="28"/>
        </w:rPr>
      </w:pPr>
    </w:p>
    <w:p w:rsidR="00E17D82" w:rsidRDefault="00E17D82" w:rsidP="00AA4D29">
      <w:pPr>
        <w:pStyle w:val="ConsNormal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23 июня 2016 года</w:t>
      </w:r>
    </w:p>
    <w:p w:rsidR="00E17D82" w:rsidRDefault="00E17D82" w:rsidP="00AA4D29">
      <w:pPr>
        <w:autoSpaceDE w:val="0"/>
        <w:autoSpaceDN w:val="0"/>
        <w:adjustRightInd w:val="0"/>
        <w:jc w:val="both"/>
        <w:rPr>
          <w:szCs w:val="28"/>
        </w:rPr>
      </w:pPr>
    </w:p>
    <w:p w:rsidR="00E17D82" w:rsidRDefault="00E17D82" w:rsidP="00287DC2">
      <w:pPr>
        <w:pStyle w:val="ConsPlusTitle"/>
        <w:ind w:firstLine="709"/>
        <w:jc w:val="both"/>
        <w:rPr>
          <w:sz w:val="28"/>
          <w:szCs w:val="28"/>
        </w:rPr>
      </w:pPr>
    </w:p>
    <w:p w:rsidR="00E17D82" w:rsidRDefault="00E17D82" w:rsidP="00287DC2">
      <w:pPr>
        <w:pStyle w:val="ConsPlusTitle"/>
        <w:ind w:firstLine="709"/>
        <w:jc w:val="both"/>
        <w:rPr>
          <w:sz w:val="28"/>
          <w:szCs w:val="28"/>
        </w:rPr>
      </w:pPr>
      <w:r w:rsidRPr="00B02D68">
        <w:rPr>
          <w:sz w:val="28"/>
          <w:szCs w:val="28"/>
        </w:rPr>
        <w:t xml:space="preserve">Статья 1 </w:t>
      </w:r>
    </w:p>
    <w:p w:rsidR="00E17D82" w:rsidRDefault="00E17D82" w:rsidP="00287DC2">
      <w:pPr>
        <w:pStyle w:val="ConsPlusTitle"/>
        <w:ind w:firstLine="709"/>
        <w:jc w:val="both"/>
        <w:rPr>
          <w:sz w:val="28"/>
          <w:szCs w:val="28"/>
        </w:rPr>
      </w:pPr>
    </w:p>
    <w:p w:rsidR="00E17D82" w:rsidRPr="00B02D68" w:rsidRDefault="00E17D82" w:rsidP="00287DC2">
      <w:pPr>
        <w:pStyle w:val="ConsPlusTitle"/>
        <w:ind w:firstLine="709"/>
        <w:jc w:val="both"/>
        <w:rPr>
          <w:sz w:val="28"/>
          <w:szCs w:val="28"/>
        </w:rPr>
      </w:pPr>
    </w:p>
    <w:p w:rsidR="00E17D82" w:rsidRDefault="00E17D82" w:rsidP="00287DC2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Внести в приложение к Закону Ульяновской области от 6 мая 2013 года                    № 72-ЗО «О наделении органов местного самоуправления </w:t>
      </w:r>
      <w:r w:rsidRPr="00F80CE2">
        <w:rPr>
          <w:b w:val="0"/>
          <w:sz w:val="28"/>
          <w:szCs w:val="28"/>
          <w:lang w:eastAsia="ar-SA"/>
        </w:rPr>
        <w:t xml:space="preserve">муниципальных районов и городских округов Ульяновской области </w:t>
      </w:r>
      <w:r>
        <w:rPr>
          <w:b w:val="0"/>
          <w:sz w:val="28"/>
          <w:szCs w:val="28"/>
        </w:rPr>
        <w:t>государственными полномочиями в сфере организации и обеспечения деятельности муниципальных комиссий по делам несовершеннолетних и защите их прав» («Ульяновская правда» от 08.05.2013 № 48; от 31.12.2014 № 196; от 09.11.2015 № 156</w:t>
      </w:r>
      <w:r w:rsidRPr="00E97CB4">
        <w:rPr>
          <w:b w:val="0"/>
          <w:sz w:val="28"/>
          <w:szCs w:val="28"/>
        </w:rPr>
        <w:t xml:space="preserve">) </w:t>
      </w:r>
      <w:r>
        <w:rPr>
          <w:b w:val="0"/>
          <w:sz w:val="28"/>
          <w:szCs w:val="28"/>
        </w:rPr>
        <w:t>следующие изменения</w:t>
      </w:r>
      <w:r w:rsidRPr="00E97CB4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</w:t>
      </w:r>
    </w:p>
    <w:p w:rsidR="00E17D82" w:rsidRDefault="00E17D82" w:rsidP="00287DC2">
      <w:pPr>
        <w:pStyle w:val="ConsPlusNormal"/>
        <w:widowControl w:val="0"/>
        <w:spacing w:line="360" w:lineRule="auto"/>
        <w:ind w:firstLine="709"/>
        <w:jc w:val="both"/>
      </w:pPr>
      <w:r w:rsidRPr="00DE5754">
        <w:t>1)</w:t>
      </w:r>
      <w:r>
        <w:t xml:space="preserve"> абзац второй изложить в следующей редакции:</w:t>
      </w:r>
    </w:p>
    <w:p w:rsidR="00E17D82" w:rsidRPr="00AB4FB4" w:rsidRDefault="00E17D82" w:rsidP="00287DC2">
      <w:pPr>
        <w:pStyle w:val="ConsPlusNormal"/>
        <w:widowControl w:val="0"/>
        <w:spacing w:line="360" w:lineRule="auto"/>
        <w:ind w:firstLine="709"/>
        <w:jc w:val="both"/>
      </w:pPr>
      <w:r w:rsidRPr="00AB4FB4">
        <w:t>«РС = (Рмфот</w:t>
      </w:r>
      <w:r w:rsidRPr="00AB4FB4">
        <w:rPr>
          <w:lang w:val="en-US"/>
        </w:rPr>
        <w:t>i</w:t>
      </w:r>
      <w:r w:rsidRPr="00AB4FB4">
        <w:t xml:space="preserve"> + (Рмфот</w:t>
      </w:r>
      <w:r w:rsidRPr="00AB4FB4">
        <w:rPr>
          <w:lang w:val="en-US"/>
        </w:rPr>
        <w:t>i</w:t>
      </w:r>
      <w:r w:rsidRPr="00AB4FB4">
        <w:t xml:space="preserve"> </w:t>
      </w:r>
      <w:r w:rsidRPr="00AB4FB4">
        <w:rPr>
          <w:lang w:val="en-US"/>
        </w:rPr>
        <w:t>x</w:t>
      </w:r>
      <w:r w:rsidRPr="00AB4FB4">
        <w:t xml:space="preserve"> ОТЧ) + (М/З х КС)) х 12, где:»;</w:t>
      </w:r>
    </w:p>
    <w:p w:rsidR="00E17D82" w:rsidRDefault="00E17D82" w:rsidP="00287DC2">
      <w:pPr>
        <w:pStyle w:val="Heading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4FB4">
        <w:rPr>
          <w:rFonts w:ascii="Times New Roman" w:hAnsi="Times New Roman"/>
          <w:b w:val="0"/>
          <w:sz w:val="28"/>
          <w:szCs w:val="28"/>
        </w:rPr>
        <w:t>2) в абзаце четвёртом слова «в соответствии со статьёй» заменить словами «на должностях муниципальной службы, указанных в статье», слова «</w:t>
      </w:r>
      <w:r>
        <w:rPr>
          <w:rFonts w:ascii="Times New Roman" w:hAnsi="Times New Roman"/>
          <w:b w:val="0"/>
          <w:sz w:val="28"/>
          <w:szCs w:val="28"/>
        </w:rPr>
        <w:t xml:space="preserve">(далее – муниципальные служащие)» заменить словами «(далее – муниципальные служащие, Закон Ульяновской области «Об организации деятельности комиссий по делам несовершеннолетних и защите их прав в Ульяновской области </w:t>
      </w:r>
      <w:r>
        <w:rPr>
          <w:rFonts w:ascii="Times New Roman" w:hAnsi="Times New Roman"/>
          <w:b w:val="0"/>
          <w:sz w:val="28"/>
          <w:szCs w:val="28"/>
        </w:rPr>
        <w:br/>
        <w:t>и о признании утратившими силу отдельных законодательных актов (положения законодательного акта) Ульяновской области» соответственно)»;</w:t>
      </w:r>
    </w:p>
    <w:p w:rsidR="00E17D82" w:rsidRPr="00383E11" w:rsidRDefault="00E17D82" w:rsidP="00287D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3E11">
        <w:rPr>
          <w:sz w:val="28"/>
          <w:szCs w:val="28"/>
        </w:rPr>
        <w:t>3) абзац пятый после слов «организационной техники» дополнить словами  «и программного обеспечения»;</w:t>
      </w:r>
    </w:p>
    <w:p w:rsidR="00E17D82" w:rsidRDefault="00E17D82" w:rsidP="00287DC2">
      <w:pPr>
        <w:widowControl w:val="0"/>
        <w:spacing w:line="355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C36292">
        <w:rPr>
          <w:sz w:val="28"/>
          <w:szCs w:val="28"/>
        </w:rPr>
        <w:t xml:space="preserve">) </w:t>
      </w:r>
      <w:r>
        <w:rPr>
          <w:sz w:val="28"/>
          <w:szCs w:val="28"/>
        </w:rPr>
        <w:t>абзац восьмой изложить в следующей редакции:</w:t>
      </w:r>
    </w:p>
    <w:p w:rsidR="00E17D82" w:rsidRPr="00C36292" w:rsidRDefault="00E17D82" w:rsidP="00287DC2">
      <w:pPr>
        <w:widowControl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«Рмфот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размер месячного фонда оплаты труда муниципальных служащих, обеспечивающих деятельность муниципальных комиссий в </w:t>
      </w:r>
      <w:r>
        <w:rPr>
          <w:sz w:val="28"/>
          <w:szCs w:val="28"/>
          <w:lang w:val="en-US"/>
        </w:rPr>
        <w:t>i</w:t>
      </w:r>
      <w:r w:rsidRPr="00C36292">
        <w:rPr>
          <w:sz w:val="28"/>
          <w:szCs w:val="28"/>
        </w:rPr>
        <w:t>-</w:t>
      </w:r>
      <w:r>
        <w:rPr>
          <w:sz w:val="28"/>
          <w:szCs w:val="28"/>
        </w:rPr>
        <w:t xml:space="preserve">том муниципальном районе или городском округе Ульяновской области, который определяется исходя из 4,58 месячного оклада государственных гражданских служащих территориального органа исполнительного органа государственной власти Ульяновской области в соответствии с замещаемыми ими должностями государственной гражданской службы Ульяновской области и следующего соотношения должностей государственной гражданской службы Ульяновской области в территориальном органе исполнительного органа государственной власти Ульяновской области и должностей муниципальной службы, указанных                      в статье 8 Закона Ульяновской области </w:t>
      </w:r>
      <w:r w:rsidRPr="00CD7AAF">
        <w:rPr>
          <w:sz w:val="28"/>
          <w:szCs w:val="28"/>
        </w:rPr>
        <w:t xml:space="preserve">«Об организации деятельности </w:t>
      </w:r>
      <w:r>
        <w:rPr>
          <w:sz w:val="28"/>
          <w:szCs w:val="28"/>
        </w:rPr>
        <w:t xml:space="preserve">                           </w:t>
      </w:r>
      <w:r w:rsidRPr="00CD7AAF">
        <w:rPr>
          <w:sz w:val="28"/>
          <w:szCs w:val="28"/>
        </w:rPr>
        <w:t xml:space="preserve">комиссий по делам несовершеннолетних и защите их прав в Ульяновской </w:t>
      </w:r>
      <w:r>
        <w:rPr>
          <w:sz w:val="28"/>
          <w:szCs w:val="28"/>
        </w:rPr>
        <w:t xml:space="preserve">                </w:t>
      </w:r>
      <w:r w:rsidRPr="00CD7AAF">
        <w:rPr>
          <w:sz w:val="28"/>
          <w:szCs w:val="28"/>
        </w:rPr>
        <w:t>области и о признании утратившими силу отдельных законодательных актов (положения законодательного акта) Ульяновской области»</w:t>
      </w:r>
      <w:r w:rsidRPr="00383E11">
        <w:rPr>
          <w:sz w:val="28"/>
          <w:szCs w:val="28"/>
        </w:rPr>
        <w:t>: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/>
      </w:tblPr>
      <w:tblGrid>
        <w:gridCol w:w="594"/>
        <w:gridCol w:w="5218"/>
        <w:gridCol w:w="4063"/>
        <w:gridCol w:w="434"/>
      </w:tblGrid>
      <w:tr w:rsidR="00E17D82" w:rsidRPr="00B60E69" w:rsidTr="004B5552">
        <w:tc>
          <w:tcPr>
            <w:tcW w:w="594" w:type="dxa"/>
            <w:vAlign w:val="center"/>
          </w:tcPr>
          <w:p w:rsidR="00E17D82" w:rsidRPr="00B60E69" w:rsidRDefault="00E17D82" w:rsidP="004B5552">
            <w:pPr>
              <w:widowControl w:val="0"/>
              <w:jc w:val="center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</w:tcPr>
          <w:p w:rsidR="00E17D82" w:rsidRPr="00B60E69" w:rsidRDefault="00E17D82" w:rsidP="00287DC2">
            <w:pPr>
              <w:widowControl w:val="0"/>
              <w:jc w:val="center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Должность государственной гражданской службы Ульяновской области в территориальном органе исполнительного органа государственн</w:t>
            </w:r>
            <w:bookmarkStart w:id="0" w:name="_GoBack"/>
            <w:bookmarkEnd w:id="0"/>
            <w:r w:rsidRPr="00B60E69">
              <w:rPr>
                <w:sz w:val="28"/>
                <w:szCs w:val="28"/>
              </w:rPr>
              <w:t xml:space="preserve">ой власти                    Ульяновской области </w:t>
            </w:r>
          </w:p>
        </w:tc>
        <w:tc>
          <w:tcPr>
            <w:tcW w:w="4063" w:type="dxa"/>
            <w:vAlign w:val="center"/>
          </w:tcPr>
          <w:p w:rsidR="00E17D82" w:rsidRPr="00B60E69" w:rsidRDefault="00E17D82" w:rsidP="00287DC2">
            <w:pPr>
              <w:widowControl w:val="0"/>
              <w:jc w:val="center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434" w:type="dxa"/>
            <w:vMerge w:val="restart"/>
            <w:tcBorders>
              <w:top w:val="nil"/>
              <w:bottom w:val="nil"/>
              <w:right w:val="nil"/>
            </w:tcBorders>
            <w:vAlign w:val="bottom"/>
          </w:tcPr>
          <w:p w:rsidR="00E17D82" w:rsidRPr="00B60E69" w:rsidRDefault="00E17D82" w:rsidP="00287DC2">
            <w:pPr>
              <w:widowControl w:val="0"/>
              <w:spacing w:line="360" w:lineRule="auto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»;</w:t>
            </w:r>
          </w:p>
        </w:tc>
      </w:tr>
      <w:tr w:rsidR="00E17D82" w:rsidRPr="00B60E69" w:rsidTr="00B60E69">
        <w:tc>
          <w:tcPr>
            <w:tcW w:w="594" w:type="dxa"/>
          </w:tcPr>
          <w:p w:rsidR="00E17D82" w:rsidRPr="00B60E69" w:rsidRDefault="00E17D82" w:rsidP="00287DC2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</w:tcPr>
          <w:p w:rsidR="00E17D82" w:rsidRPr="00B60E69" w:rsidRDefault="00E17D82" w:rsidP="00287DC2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063" w:type="dxa"/>
          </w:tcPr>
          <w:p w:rsidR="00E17D82" w:rsidRPr="00B60E69" w:rsidRDefault="00E17D82" w:rsidP="00287DC2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Специалист 1 разряда</w:t>
            </w:r>
          </w:p>
        </w:tc>
        <w:tc>
          <w:tcPr>
            <w:tcW w:w="434" w:type="dxa"/>
            <w:vMerge/>
            <w:tcBorders>
              <w:top w:val="nil"/>
              <w:bottom w:val="nil"/>
              <w:right w:val="nil"/>
            </w:tcBorders>
          </w:tcPr>
          <w:p w:rsidR="00E17D82" w:rsidRPr="00B60E69" w:rsidRDefault="00E17D82" w:rsidP="00287DC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</w:tr>
      <w:tr w:rsidR="00E17D82" w:rsidRPr="00B60E69" w:rsidTr="00B60E69">
        <w:tc>
          <w:tcPr>
            <w:tcW w:w="594" w:type="dxa"/>
          </w:tcPr>
          <w:p w:rsidR="00E17D82" w:rsidRPr="00B60E69" w:rsidRDefault="00E17D82" w:rsidP="00287DC2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</w:tcPr>
          <w:p w:rsidR="00E17D82" w:rsidRPr="00B60E69" w:rsidRDefault="00E17D82" w:rsidP="00287DC2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063" w:type="dxa"/>
          </w:tcPr>
          <w:p w:rsidR="00E17D82" w:rsidRPr="00B60E69" w:rsidRDefault="00E17D82" w:rsidP="00287DC2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 xml:space="preserve">Главный специалист-эксперт </w:t>
            </w:r>
          </w:p>
        </w:tc>
        <w:tc>
          <w:tcPr>
            <w:tcW w:w="434" w:type="dxa"/>
            <w:vMerge/>
            <w:tcBorders>
              <w:top w:val="nil"/>
              <w:bottom w:val="nil"/>
              <w:right w:val="nil"/>
            </w:tcBorders>
          </w:tcPr>
          <w:p w:rsidR="00E17D82" w:rsidRPr="00B60E69" w:rsidRDefault="00E17D82" w:rsidP="00287DC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</w:tr>
      <w:tr w:rsidR="00E17D82" w:rsidRPr="00B60E69" w:rsidTr="00B60E69">
        <w:trPr>
          <w:trHeight w:val="397"/>
        </w:trPr>
        <w:tc>
          <w:tcPr>
            <w:tcW w:w="594" w:type="dxa"/>
          </w:tcPr>
          <w:p w:rsidR="00E17D82" w:rsidRPr="00B60E69" w:rsidRDefault="00E17D82" w:rsidP="00287DC2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5218" w:type="dxa"/>
          </w:tcPr>
          <w:p w:rsidR="00E17D82" w:rsidRPr="00B60E69" w:rsidRDefault="00E17D82" w:rsidP="00287DC2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4063" w:type="dxa"/>
          </w:tcPr>
          <w:p w:rsidR="00E17D82" w:rsidRPr="00B60E69" w:rsidRDefault="00E17D82" w:rsidP="00287DC2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B60E69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434" w:type="dxa"/>
            <w:vMerge/>
            <w:tcBorders>
              <w:top w:val="nil"/>
              <w:bottom w:val="nil"/>
              <w:right w:val="nil"/>
            </w:tcBorders>
          </w:tcPr>
          <w:p w:rsidR="00E17D82" w:rsidRPr="00B60E69" w:rsidRDefault="00E17D82" w:rsidP="00287DC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E17D82" w:rsidRDefault="00E17D82" w:rsidP="00287DC2">
      <w:pPr>
        <w:widowControl w:val="0"/>
        <w:spacing w:line="360" w:lineRule="auto"/>
        <w:ind w:right="-427"/>
        <w:jc w:val="both"/>
        <w:rPr>
          <w:sz w:val="28"/>
          <w:szCs w:val="28"/>
        </w:rPr>
      </w:pPr>
    </w:p>
    <w:p w:rsidR="00E17D82" w:rsidRDefault="00E17D82" w:rsidP="00287DC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абзацы девятый-двенадцатый признать утратившими силу.</w:t>
      </w:r>
    </w:p>
    <w:p w:rsidR="00E17D82" w:rsidRPr="00287DC2" w:rsidRDefault="00E17D82" w:rsidP="00287DC2">
      <w:pPr>
        <w:widowControl w:val="0"/>
        <w:ind w:firstLine="709"/>
        <w:jc w:val="both"/>
        <w:rPr>
          <w:sz w:val="16"/>
          <w:szCs w:val="28"/>
        </w:rPr>
      </w:pPr>
    </w:p>
    <w:p w:rsidR="00E17D82" w:rsidRPr="00C36292" w:rsidRDefault="00E17D82" w:rsidP="00287DC2">
      <w:pPr>
        <w:widowControl w:val="0"/>
        <w:ind w:firstLine="709"/>
        <w:jc w:val="both"/>
        <w:rPr>
          <w:sz w:val="28"/>
          <w:szCs w:val="28"/>
        </w:rPr>
      </w:pPr>
    </w:p>
    <w:p w:rsidR="00E17D82" w:rsidRDefault="00E17D82" w:rsidP="00287DC2">
      <w:pPr>
        <w:pStyle w:val="ConsPlusTitle"/>
        <w:ind w:firstLine="709"/>
        <w:jc w:val="both"/>
        <w:rPr>
          <w:sz w:val="28"/>
          <w:szCs w:val="28"/>
        </w:rPr>
      </w:pPr>
      <w:r w:rsidRPr="00B02D68">
        <w:rPr>
          <w:sz w:val="28"/>
          <w:szCs w:val="28"/>
        </w:rPr>
        <w:t>Статья 2</w:t>
      </w:r>
    </w:p>
    <w:p w:rsidR="00E17D82" w:rsidRDefault="00E17D82" w:rsidP="00287DC2">
      <w:pPr>
        <w:pStyle w:val="ConsPlusTitle"/>
        <w:ind w:firstLine="709"/>
        <w:jc w:val="both"/>
        <w:rPr>
          <w:sz w:val="28"/>
          <w:szCs w:val="28"/>
        </w:rPr>
      </w:pPr>
    </w:p>
    <w:p w:rsidR="00E17D82" w:rsidRPr="00B02D68" w:rsidRDefault="00E17D82" w:rsidP="00287DC2">
      <w:pPr>
        <w:pStyle w:val="ConsPlusTitle"/>
        <w:ind w:firstLine="709"/>
        <w:jc w:val="both"/>
        <w:rPr>
          <w:sz w:val="28"/>
          <w:szCs w:val="28"/>
        </w:rPr>
      </w:pPr>
    </w:p>
    <w:p w:rsidR="00E17D82" w:rsidRDefault="00E17D82" w:rsidP="00287DC2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Настоящий Закон вступает в силу с 1 января 2017 года.</w:t>
      </w:r>
    </w:p>
    <w:p w:rsidR="00E17D82" w:rsidRPr="00390460" w:rsidRDefault="00E17D82" w:rsidP="00287DC2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Приложение к Закону Ульяновской области от 6 мая 2013 года                                 № 72-ЗО «О наделении органов местного самоуправления муниципальных районов и городских округов Ульяновской области государственными полномочиями  в сфере организации и обеспечения деятельности муниципальных комиссий по делам несовершеннолетних и защите их прав»                                                       (в редакции настоящего Закона) применяется к правоотношениям,                         возникающим при составлении проекта закона Ульяновской области                                   об областном бюджете Ульяновской области на 2017 год и плановый период               2018 и 2019 годов.</w:t>
      </w:r>
    </w:p>
    <w:p w:rsidR="00E17D82" w:rsidRPr="00287DC2" w:rsidRDefault="00E17D82" w:rsidP="00287DC2">
      <w:pPr>
        <w:pStyle w:val="ConsPlusTitle"/>
        <w:jc w:val="both"/>
        <w:rPr>
          <w:b w:val="0"/>
          <w:sz w:val="16"/>
          <w:szCs w:val="28"/>
        </w:rPr>
      </w:pPr>
    </w:p>
    <w:p w:rsidR="00E17D82" w:rsidRDefault="00E17D82" w:rsidP="00287DC2">
      <w:pPr>
        <w:pStyle w:val="ConsPlusTitle"/>
        <w:jc w:val="both"/>
        <w:rPr>
          <w:b w:val="0"/>
          <w:sz w:val="28"/>
          <w:szCs w:val="28"/>
        </w:rPr>
      </w:pPr>
    </w:p>
    <w:p w:rsidR="00E17D82" w:rsidRPr="004C243D" w:rsidRDefault="00E17D82" w:rsidP="00287DC2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E17D82" w:rsidRDefault="00E17D82" w:rsidP="00287DC2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Временно исполняющий обязанности</w:t>
      </w:r>
    </w:p>
    <w:p w:rsidR="00E17D82" w:rsidRDefault="00E17D82" w:rsidP="00287DC2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Губернатора Ульяновской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>
        <w:rPr>
          <w:b/>
          <w:sz w:val="28"/>
          <w:szCs w:val="28"/>
        </w:rPr>
        <w:t>С.И.Морозов</w:t>
      </w:r>
    </w:p>
    <w:p w:rsidR="00E17D82" w:rsidRDefault="00E17D82" w:rsidP="00287DC2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E17D82" w:rsidRDefault="00E17D82" w:rsidP="00287DC2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E17D82" w:rsidRDefault="00E17D82" w:rsidP="00287DC2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E17D82" w:rsidRDefault="00E17D82" w:rsidP="00287D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E17D82" w:rsidRDefault="00E17D82" w:rsidP="00287D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 июля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</w:t>
      </w:r>
    </w:p>
    <w:p w:rsidR="00E17D82" w:rsidRPr="00D1514D" w:rsidRDefault="00E17D82" w:rsidP="00287D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№ 86-ЗО</w:t>
      </w:r>
    </w:p>
    <w:p w:rsidR="00E17D82" w:rsidRPr="008B3FA9" w:rsidRDefault="00E17D82" w:rsidP="00287DC2">
      <w:pPr>
        <w:widowControl w:val="0"/>
        <w:rPr>
          <w:szCs w:val="28"/>
        </w:rPr>
      </w:pPr>
    </w:p>
    <w:sectPr w:rsidR="00E17D82" w:rsidRPr="008B3FA9" w:rsidSect="00287DC2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D82" w:rsidRDefault="00E17D82">
      <w:r>
        <w:separator/>
      </w:r>
    </w:p>
  </w:endnote>
  <w:endnote w:type="continuationSeparator" w:id="0">
    <w:p w:rsidR="00E17D82" w:rsidRDefault="00E17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D82" w:rsidRPr="00971FF9" w:rsidRDefault="00E17D82" w:rsidP="00971FF9">
    <w:pPr>
      <w:pStyle w:val="Footer"/>
      <w:jc w:val="right"/>
      <w:rPr>
        <w:sz w:val="16"/>
      </w:rPr>
    </w:pPr>
    <w:r>
      <w:rPr>
        <w:sz w:val="16"/>
      </w:rPr>
      <w:t>1406км1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D82" w:rsidRDefault="00E17D82">
      <w:r>
        <w:separator/>
      </w:r>
    </w:p>
  </w:footnote>
  <w:footnote w:type="continuationSeparator" w:id="0">
    <w:p w:rsidR="00E17D82" w:rsidRDefault="00E17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D82" w:rsidRDefault="00E17D82" w:rsidP="005B385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7D82" w:rsidRDefault="00E17D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D82" w:rsidRPr="00D1514D" w:rsidRDefault="00E17D82" w:rsidP="005B3851">
    <w:pPr>
      <w:pStyle w:val="Header"/>
      <w:jc w:val="center"/>
      <w:rPr>
        <w:sz w:val="28"/>
        <w:szCs w:val="28"/>
      </w:rPr>
    </w:pPr>
    <w:r w:rsidRPr="00BC55ED">
      <w:rPr>
        <w:rStyle w:val="PageNumber"/>
        <w:sz w:val="28"/>
        <w:szCs w:val="28"/>
      </w:rPr>
      <w:fldChar w:fldCharType="begin"/>
    </w:r>
    <w:r w:rsidRPr="00BC55ED">
      <w:rPr>
        <w:rStyle w:val="PageNumber"/>
        <w:sz w:val="28"/>
        <w:szCs w:val="28"/>
      </w:rPr>
      <w:instrText xml:space="preserve">PAGE  </w:instrText>
    </w:r>
    <w:r w:rsidRPr="00BC55ED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BC55ED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62903"/>
    <w:multiLevelType w:val="hybridMultilevel"/>
    <w:tmpl w:val="3E721820"/>
    <w:lvl w:ilvl="0" w:tplc="2196DC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773"/>
    <w:rsid w:val="00003815"/>
    <w:rsid w:val="00033606"/>
    <w:rsid w:val="000B2F2B"/>
    <w:rsid w:val="000E1F22"/>
    <w:rsid w:val="000F5362"/>
    <w:rsid w:val="00104E09"/>
    <w:rsid w:val="0010637F"/>
    <w:rsid w:val="00111770"/>
    <w:rsid w:val="0018746E"/>
    <w:rsid w:val="001B69D7"/>
    <w:rsid w:val="002034C5"/>
    <w:rsid w:val="00287DC2"/>
    <w:rsid w:val="002969F2"/>
    <w:rsid w:val="002D79C6"/>
    <w:rsid w:val="002E66B6"/>
    <w:rsid w:val="003107C6"/>
    <w:rsid w:val="0032300C"/>
    <w:rsid w:val="00332A35"/>
    <w:rsid w:val="00364B56"/>
    <w:rsid w:val="00383E11"/>
    <w:rsid w:val="00390460"/>
    <w:rsid w:val="003A2935"/>
    <w:rsid w:val="003A3954"/>
    <w:rsid w:val="003A5B00"/>
    <w:rsid w:val="00402B3D"/>
    <w:rsid w:val="00404BDD"/>
    <w:rsid w:val="00413326"/>
    <w:rsid w:val="00433C8D"/>
    <w:rsid w:val="004543AC"/>
    <w:rsid w:val="00482280"/>
    <w:rsid w:val="004B5552"/>
    <w:rsid w:val="004C243D"/>
    <w:rsid w:val="0050215F"/>
    <w:rsid w:val="0051541F"/>
    <w:rsid w:val="005551F3"/>
    <w:rsid w:val="005B2CA9"/>
    <w:rsid w:val="005B3851"/>
    <w:rsid w:val="005E0AE3"/>
    <w:rsid w:val="00606232"/>
    <w:rsid w:val="00611A3C"/>
    <w:rsid w:val="00643DDF"/>
    <w:rsid w:val="00655492"/>
    <w:rsid w:val="006B6506"/>
    <w:rsid w:val="006D60F1"/>
    <w:rsid w:val="007039AB"/>
    <w:rsid w:val="00722197"/>
    <w:rsid w:val="0072639C"/>
    <w:rsid w:val="00742544"/>
    <w:rsid w:val="00756EC9"/>
    <w:rsid w:val="00766C7E"/>
    <w:rsid w:val="007863E0"/>
    <w:rsid w:val="007A1E2E"/>
    <w:rsid w:val="007A3BE0"/>
    <w:rsid w:val="007C2B45"/>
    <w:rsid w:val="007E4E64"/>
    <w:rsid w:val="007F7674"/>
    <w:rsid w:val="00803959"/>
    <w:rsid w:val="008B3FA9"/>
    <w:rsid w:val="008C3A2C"/>
    <w:rsid w:val="008F551F"/>
    <w:rsid w:val="00913FE8"/>
    <w:rsid w:val="009522C5"/>
    <w:rsid w:val="0096575B"/>
    <w:rsid w:val="00971FF9"/>
    <w:rsid w:val="009C3E57"/>
    <w:rsid w:val="009C5D60"/>
    <w:rsid w:val="009D464E"/>
    <w:rsid w:val="00A16981"/>
    <w:rsid w:val="00A472DB"/>
    <w:rsid w:val="00A57759"/>
    <w:rsid w:val="00A82797"/>
    <w:rsid w:val="00AA4D29"/>
    <w:rsid w:val="00AB4FB4"/>
    <w:rsid w:val="00AD5B02"/>
    <w:rsid w:val="00AF1180"/>
    <w:rsid w:val="00B02D68"/>
    <w:rsid w:val="00B60E69"/>
    <w:rsid w:val="00BC55ED"/>
    <w:rsid w:val="00BF2CDB"/>
    <w:rsid w:val="00C24163"/>
    <w:rsid w:val="00C26513"/>
    <w:rsid w:val="00C36292"/>
    <w:rsid w:val="00CD532E"/>
    <w:rsid w:val="00CD7AAF"/>
    <w:rsid w:val="00CF1627"/>
    <w:rsid w:val="00CF6770"/>
    <w:rsid w:val="00D13E1E"/>
    <w:rsid w:val="00D1514D"/>
    <w:rsid w:val="00D17180"/>
    <w:rsid w:val="00D445E2"/>
    <w:rsid w:val="00D75369"/>
    <w:rsid w:val="00D93805"/>
    <w:rsid w:val="00D93D20"/>
    <w:rsid w:val="00DB35BC"/>
    <w:rsid w:val="00DC77AA"/>
    <w:rsid w:val="00DE5754"/>
    <w:rsid w:val="00E17D82"/>
    <w:rsid w:val="00E372E1"/>
    <w:rsid w:val="00E6663C"/>
    <w:rsid w:val="00E849D9"/>
    <w:rsid w:val="00E97CB4"/>
    <w:rsid w:val="00EC5E7D"/>
    <w:rsid w:val="00ED0773"/>
    <w:rsid w:val="00EF5E91"/>
    <w:rsid w:val="00F23B8D"/>
    <w:rsid w:val="00F80CE2"/>
    <w:rsid w:val="00F86352"/>
    <w:rsid w:val="00F9112D"/>
    <w:rsid w:val="00F93D51"/>
    <w:rsid w:val="00FC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A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4F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B4F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B4FB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B4FB4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B4FB4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B4FB4"/>
    <w:rPr>
      <w:rFonts w:ascii="Cambria" w:hAnsi="Cambria" w:cs="Times New Roman"/>
      <w:b/>
      <w:sz w:val="26"/>
    </w:rPr>
  </w:style>
  <w:style w:type="paragraph" w:customStyle="1" w:styleId="ConsPlusTitle">
    <w:name w:val="ConsPlusTitle"/>
    <w:uiPriority w:val="99"/>
    <w:rsid w:val="008B3FA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8B3FA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B3F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FA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71FF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A57759"/>
    <w:pPr>
      <w:autoSpaceDE w:val="0"/>
      <w:autoSpaceDN w:val="0"/>
      <w:adjustRightInd w:val="0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5B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table" w:styleId="TableGrid">
    <w:name w:val="Table Grid"/>
    <w:basedOn w:val="TableNormal"/>
    <w:uiPriority w:val="99"/>
    <w:rsid w:val="00364B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AA4D2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26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592</Words>
  <Characters>3381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Закона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в сфере организации и обеспечения деятельности муниципальных комиссий по делам несо</dc:title>
  <dc:subject/>
  <dc:creator>hignyak_ nb</dc:creator>
  <cp:keywords/>
  <dc:description/>
  <cp:lastModifiedBy>Пользователь</cp:lastModifiedBy>
  <cp:revision>2</cp:revision>
  <cp:lastPrinted>2016-06-23T12:09:00Z</cp:lastPrinted>
  <dcterms:created xsi:type="dcterms:W3CDTF">2016-07-19T11:56:00Z</dcterms:created>
  <dcterms:modified xsi:type="dcterms:W3CDTF">2016-07-19T11:56:00Z</dcterms:modified>
</cp:coreProperties>
</file>